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108F1D40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E20613">
        <w:rPr>
          <w:rFonts w:ascii="Times New Roman" w:hAnsi="Times New Roman"/>
          <w:b/>
        </w:rPr>
        <w:t>12</w:t>
      </w:r>
      <w:r>
        <w:rPr>
          <w:rFonts w:ascii="Times New Roman" w:hAnsi="Times New Roman"/>
          <w:b/>
        </w:rPr>
        <w:t>.202</w:t>
      </w:r>
      <w:r w:rsidR="009749AC">
        <w:rPr>
          <w:rFonts w:ascii="Times New Roman" w:hAnsi="Times New Roman"/>
          <w:b/>
        </w:rPr>
        <w:t>5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5DDA127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27C3E84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37736A1" w14:textId="77777777" w:rsidR="00CB1F8E" w:rsidRPr="00110593" w:rsidRDefault="00CB1F8E" w:rsidP="00C43CA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5466EF2E" w14:textId="77777777" w:rsidR="00B64D61" w:rsidRPr="00B64D61" w:rsidRDefault="00B64D61" w:rsidP="00B64D61">
      <w:pPr>
        <w:widowControl w:val="0"/>
        <w:pBdr>
          <w:top w:val="single" w:sz="4" w:space="1" w:color="948A54"/>
          <w:left w:val="single" w:sz="4" w:space="4" w:color="948A54"/>
          <w:bottom w:val="single" w:sz="4" w:space="0" w:color="948A54"/>
          <w:right w:val="single" w:sz="4" w:space="4" w:color="948A54"/>
        </w:pBdr>
        <w:tabs>
          <w:tab w:val="left" w:pos="680"/>
        </w:tabs>
        <w:suppressAutoHyphens/>
        <w:spacing w:after="0" w:line="240" w:lineRule="auto"/>
        <w:ind w:left="4" w:hanging="357"/>
        <w:jc w:val="center"/>
        <w:rPr>
          <w:rFonts w:ascii="Cambria" w:hAnsi="Cambria"/>
          <w:b/>
          <w:color w:val="000000"/>
          <w:sz w:val="28"/>
          <w:szCs w:val="28"/>
        </w:rPr>
      </w:pPr>
      <w:bookmarkStart w:id="0" w:name="_Hlk210985315"/>
      <w:bookmarkStart w:id="1" w:name="_Hlk213321714"/>
      <w:r w:rsidRPr="00B64D61">
        <w:rPr>
          <w:rFonts w:ascii="Cambria" w:hAnsi="Cambria"/>
          <w:b/>
          <w:color w:val="000000"/>
          <w:sz w:val="28"/>
          <w:szCs w:val="28"/>
        </w:rPr>
        <w:t>Zakup koparko-ładowarki i ciągnika z kabiną</w:t>
      </w:r>
      <w:bookmarkEnd w:id="1"/>
    </w:p>
    <w:bookmarkEnd w:id="0"/>
    <w:p w14:paraId="0A7A7FE4" w14:textId="77777777" w:rsidR="00D62D70" w:rsidRDefault="00D62D70" w:rsidP="00D56A87">
      <w:pPr>
        <w:spacing w:after="0" w:line="276" w:lineRule="auto"/>
        <w:jc w:val="center"/>
        <w:rPr>
          <w:rFonts w:ascii="Cambria" w:hAnsi="Cambria"/>
          <w:b/>
          <w:color w:val="000000"/>
          <w:szCs w:val="20"/>
        </w:rPr>
      </w:pPr>
    </w:p>
    <w:p w14:paraId="45515986" w14:textId="140973A8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 xml:space="preserve">ustawy </w:t>
      </w:r>
      <w:proofErr w:type="spellStart"/>
      <w:r w:rsidRPr="00267870">
        <w:rPr>
          <w:rFonts w:ascii="Times New Roman" w:hAnsi="Times New Roman"/>
          <w:b/>
          <w:bCs/>
        </w:rPr>
        <w:t>Pzp</w:t>
      </w:r>
      <w:proofErr w:type="spellEnd"/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lastRenderedPageBreak/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0C7875A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1A04D6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DC5593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2B5171D" w14:textId="77777777" w:rsidR="00D56A87" w:rsidRDefault="00D56A87" w:rsidP="00D56A87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</w:t>
      </w:r>
      <w:r>
        <w:rPr>
          <w:rFonts w:ascii="Times New Roman" w:hAnsi="Times New Roman"/>
          <w:b/>
          <w:bCs/>
        </w:rPr>
        <w:t xml:space="preserve"> na podstawie </w:t>
      </w:r>
      <w:r w:rsidRPr="0055089F">
        <w:rPr>
          <w:rFonts w:ascii="Times New Roman" w:hAnsi="Times New Roman"/>
          <w:b/>
          <w:bCs/>
        </w:rPr>
        <w:t>art. 7 ust. 1 pkt. 1 - 3 ustawy Szczególne rozwiązania w zakresie przeciwdziałania wspieraniu agresji na Ukrainę oraz służące ochronie bezpieczeństwa narodowego. (Dz.U.2022.835 z dnia 2022.04.15</w:t>
      </w:r>
      <w:r>
        <w:rPr>
          <w:rFonts w:ascii="Times New Roman" w:hAnsi="Times New Roman"/>
          <w:b/>
          <w:bCs/>
        </w:rPr>
        <w:t>)</w:t>
      </w:r>
    </w:p>
    <w:p w14:paraId="1B137DB9" w14:textId="77777777" w:rsidR="00BE7FB7" w:rsidRDefault="00BE7FB7" w:rsidP="00D56A8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6844716C" w14:textId="77777777" w:rsidR="00D56A87" w:rsidRDefault="00D56A87" w:rsidP="00D56A8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24C03DCA" w14:textId="77777777" w:rsidR="00D56A87" w:rsidRDefault="00D56A87" w:rsidP="00D56A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E0F2407" w14:textId="77777777" w:rsidR="00D56A87" w:rsidRDefault="00D56A87" w:rsidP="00D56A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5E622D8" w14:textId="77777777" w:rsidR="00D56A87" w:rsidRPr="00F90CD1" w:rsidRDefault="00D56A87" w:rsidP="00D56A8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08D38D84" w14:textId="77777777" w:rsidR="00D56A87" w:rsidRDefault="00D56A87" w:rsidP="00D56A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6E8BAA6" w14:textId="77777777" w:rsidR="00D56A87" w:rsidRDefault="00D56A87" w:rsidP="00D56A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94D46E7" w14:textId="77777777" w:rsidR="00D56A87" w:rsidRPr="00F90CD1" w:rsidRDefault="00D56A87" w:rsidP="00D56A8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4A5C22B" w14:textId="77777777" w:rsidR="00D56A87" w:rsidRDefault="00D56A87" w:rsidP="00D56A8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0C833415" w14:textId="77777777" w:rsidR="00BE7FB7" w:rsidRDefault="00BE7FB7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0088C5B9" w14:textId="1ACF3E0F" w:rsidR="00267870" w:rsidRDefault="00855516" w:rsidP="00D2702A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jako jeden z Wykonawców wspólnie ubiegających się o udzielenie zamówienia, wykonam następując</w:t>
      </w:r>
      <w:r w:rsidR="00A414C5">
        <w:rPr>
          <w:rFonts w:ascii="Times New Roman" w:hAnsi="Times New Roman"/>
        </w:rPr>
        <w:t>y zakres zamówienia</w:t>
      </w:r>
      <w:r>
        <w:rPr>
          <w:rFonts w:ascii="Times New Roman" w:hAnsi="Times New Roman"/>
        </w:rPr>
        <w:t xml:space="preserve"> </w:t>
      </w:r>
      <w:r w:rsidRPr="00855516">
        <w:rPr>
          <w:rFonts w:ascii="Times New Roman" w:hAnsi="Times New Roman"/>
          <w:i/>
          <w:iCs/>
        </w:rPr>
        <w:t>(wypełnić w przypadku wspólnego ubiegania się o udzielenie zamówienia):</w:t>
      </w:r>
    </w:p>
    <w:p w14:paraId="7B7F02EC" w14:textId="77777777" w:rsidR="00855516" w:rsidRPr="00267870" w:rsidRDefault="00855516" w:rsidP="00855516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2A00BB9" w14:textId="77777777" w:rsidR="00855516" w:rsidRPr="00267870" w:rsidRDefault="00855516" w:rsidP="00855516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60EE98F0" w14:textId="77777777" w:rsidR="00855516" w:rsidRPr="00267870" w:rsidRDefault="00855516" w:rsidP="00855516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3C6E1C22" w14:textId="77777777" w:rsidR="00855516" w:rsidRDefault="00855516" w:rsidP="0085551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3A223C" w14:textId="77777777" w:rsidR="00855516" w:rsidRPr="006676AE" w:rsidRDefault="00855516" w:rsidP="0085551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C40487D" w14:textId="77777777" w:rsidR="00855516" w:rsidRPr="006676AE" w:rsidRDefault="00855516" w:rsidP="0085551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929C472" w14:textId="77777777" w:rsidR="00855516" w:rsidRPr="006676AE" w:rsidRDefault="00855516" w:rsidP="00855516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12F704DB" w14:textId="77777777" w:rsidR="00855516" w:rsidRDefault="00855516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3AD0AEB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2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2"/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21C3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84361">
    <w:abstractNumId w:val="8"/>
  </w:num>
  <w:num w:numId="2" w16cid:durableId="767383348">
    <w:abstractNumId w:val="0"/>
  </w:num>
  <w:num w:numId="3" w16cid:durableId="1376394851">
    <w:abstractNumId w:val="7"/>
  </w:num>
  <w:num w:numId="4" w16cid:durableId="1961917274">
    <w:abstractNumId w:val="10"/>
  </w:num>
  <w:num w:numId="5" w16cid:durableId="1571304533">
    <w:abstractNumId w:val="9"/>
  </w:num>
  <w:num w:numId="6" w16cid:durableId="93677118">
    <w:abstractNumId w:val="6"/>
  </w:num>
  <w:num w:numId="7" w16cid:durableId="301355081">
    <w:abstractNumId w:val="1"/>
  </w:num>
  <w:num w:numId="8" w16cid:durableId="201944651">
    <w:abstractNumId w:val="4"/>
  </w:num>
  <w:num w:numId="9" w16cid:durableId="2052260493">
    <w:abstractNumId w:val="2"/>
  </w:num>
  <w:num w:numId="10" w16cid:durableId="1854804349">
    <w:abstractNumId w:val="5"/>
  </w:num>
  <w:num w:numId="11" w16cid:durableId="1691032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23477"/>
    <w:rsid w:val="000247FF"/>
    <w:rsid w:val="00025C8D"/>
    <w:rsid w:val="000303EE"/>
    <w:rsid w:val="000523D1"/>
    <w:rsid w:val="0005473D"/>
    <w:rsid w:val="00073C3D"/>
    <w:rsid w:val="000809B6"/>
    <w:rsid w:val="000857C0"/>
    <w:rsid w:val="000B1025"/>
    <w:rsid w:val="000B54D1"/>
    <w:rsid w:val="000C021E"/>
    <w:rsid w:val="000C18AF"/>
    <w:rsid w:val="000D07A8"/>
    <w:rsid w:val="000D6F17"/>
    <w:rsid w:val="000D73C4"/>
    <w:rsid w:val="000E4D37"/>
    <w:rsid w:val="00110593"/>
    <w:rsid w:val="00160A7A"/>
    <w:rsid w:val="001902D2"/>
    <w:rsid w:val="001C6945"/>
    <w:rsid w:val="001E40C7"/>
    <w:rsid w:val="001F027E"/>
    <w:rsid w:val="00203A40"/>
    <w:rsid w:val="002168A8"/>
    <w:rsid w:val="00232DF0"/>
    <w:rsid w:val="002426FF"/>
    <w:rsid w:val="00255142"/>
    <w:rsid w:val="00256CEC"/>
    <w:rsid w:val="00262D61"/>
    <w:rsid w:val="00267870"/>
    <w:rsid w:val="00284368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6DF1"/>
    <w:rsid w:val="003F024C"/>
    <w:rsid w:val="00434CC2"/>
    <w:rsid w:val="004401EB"/>
    <w:rsid w:val="00443FA1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52D2C"/>
    <w:rsid w:val="005641F0"/>
    <w:rsid w:val="00582D83"/>
    <w:rsid w:val="005C39CA"/>
    <w:rsid w:val="005E176A"/>
    <w:rsid w:val="005E24AA"/>
    <w:rsid w:val="005F3E49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516"/>
    <w:rsid w:val="008757E1"/>
    <w:rsid w:val="00891093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49AC"/>
    <w:rsid w:val="00975019"/>
    <w:rsid w:val="00975C49"/>
    <w:rsid w:val="00997D0F"/>
    <w:rsid w:val="009A095E"/>
    <w:rsid w:val="009C7756"/>
    <w:rsid w:val="009E3057"/>
    <w:rsid w:val="00A15F7E"/>
    <w:rsid w:val="00A166B0"/>
    <w:rsid w:val="00A22DCF"/>
    <w:rsid w:val="00A24C2D"/>
    <w:rsid w:val="00A276E4"/>
    <w:rsid w:val="00A3062E"/>
    <w:rsid w:val="00A347DE"/>
    <w:rsid w:val="00A414C5"/>
    <w:rsid w:val="00A730CA"/>
    <w:rsid w:val="00A96BC1"/>
    <w:rsid w:val="00AA320F"/>
    <w:rsid w:val="00AE605B"/>
    <w:rsid w:val="00AE6FF2"/>
    <w:rsid w:val="00B0088C"/>
    <w:rsid w:val="00B15219"/>
    <w:rsid w:val="00B15FD3"/>
    <w:rsid w:val="00B34079"/>
    <w:rsid w:val="00B36ABD"/>
    <w:rsid w:val="00B64D61"/>
    <w:rsid w:val="00B8005E"/>
    <w:rsid w:val="00B90E42"/>
    <w:rsid w:val="00BB0C3C"/>
    <w:rsid w:val="00BE7FB7"/>
    <w:rsid w:val="00C014B5"/>
    <w:rsid w:val="00C113BF"/>
    <w:rsid w:val="00C4103F"/>
    <w:rsid w:val="00C410CF"/>
    <w:rsid w:val="00C57DEB"/>
    <w:rsid w:val="00C737A7"/>
    <w:rsid w:val="00C81012"/>
    <w:rsid w:val="00C909B9"/>
    <w:rsid w:val="00CB1F8E"/>
    <w:rsid w:val="00CD0851"/>
    <w:rsid w:val="00D23F3D"/>
    <w:rsid w:val="00D2702A"/>
    <w:rsid w:val="00D34D9A"/>
    <w:rsid w:val="00D409DE"/>
    <w:rsid w:val="00D42C9B"/>
    <w:rsid w:val="00D531D5"/>
    <w:rsid w:val="00D56A87"/>
    <w:rsid w:val="00D62D70"/>
    <w:rsid w:val="00D7532C"/>
    <w:rsid w:val="00D90E00"/>
    <w:rsid w:val="00DA6EC7"/>
    <w:rsid w:val="00DD146A"/>
    <w:rsid w:val="00DD3E9D"/>
    <w:rsid w:val="00E022A1"/>
    <w:rsid w:val="00E20613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D8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16</cp:revision>
  <cp:lastPrinted>2016-07-26T10:32:00Z</cp:lastPrinted>
  <dcterms:created xsi:type="dcterms:W3CDTF">2021-01-28T11:37:00Z</dcterms:created>
  <dcterms:modified xsi:type="dcterms:W3CDTF">2025-11-06T13:11:00Z</dcterms:modified>
</cp:coreProperties>
</file>